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96"/>
        </w:trPr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  <w:tc>
          <w:tcPr>
            <w:tcW w:w="2160" w:type="dxa"/>
            <w:vAlign w:val="center"/>
          </w:tcPr>
          <w:p w:rsidR="00000000" w:rsidRDefault="007B4D46">
            <w:pPr>
              <w:ind w:left="54" w:right="54"/>
            </w:pPr>
          </w:p>
        </w:tc>
      </w:tr>
    </w:tbl>
    <w:p w:rsidR="00000000" w:rsidRDefault="007B4D46">
      <w:pPr>
        <w:rPr>
          <w:vanish/>
        </w:rPr>
      </w:pPr>
    </w:p>
    <w:sectPr w:rsidR="00000000">
      <w:type w:val="continuous"/>
      <w:pgSz w:w="11906" w:h="16838"/>
      <w:pgMar w:top="589" w:right="555" w:bottom="0" w:left="5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4D46"/>
    <w:rsid w:val="007B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1EBD5-E4C1-45EC-88FE-C3C1BABE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042cd954-f862-495e-9589-3282b9849a32.dot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